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6789BB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A51696">
        <w:rPr>
          <w:b/>
          <w:color w:val="FF5200" w:themeColor="accent2"/>
          <w:sz w:val="36"/>
          <w:szCs w:val="36"/>
        </w:rPr>
        <w:t>list nabídky</w:t>
      </w:r>
      <w:r w:rsidR="0031280B" w:rsidRPr="00A51696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A51696" w:rsidRPr="00A51696">
        <w:rPr>
          <w:b/>
          <w:color w:val="FF5200" w:themeColor="accent2"/>
          <w:sz w:val="36"/>
          <w:szCs w:val="36"/>
        </w:rPr>
        <w:t xml:space="preserve">Úprava prostor pro studenty </w:t>
      </w:r>
      <w:r w:rsidR="0042166A">
        <w:rPr>
          <w:b/>
          <w:color w:val="FF5200" w:themeColor="accent2"/>
          <w:sz w:val="36"/>
          <w:szCs w:val="36"/>
        </w:rPr>
        <w:t xml:space="preserve">na </w:t>
      </w:r>
      <w:r w:rsidR="00A51696" w:rsidRPr="00A51696">
        <w:rPr>
          <w:b/>
          <w:color w:val="FF5200" w:themeColor="accent2"/>
          <w:sz w:val="36"/>
          <w:szCs w:val="36"/>
        </w:rPr>
        <w:t>VŠ a VOŠ</w:t>
      </w:r>
      <w:r w:rsidR="0031280B" w:rsidRPr="00A516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03FB3">
        <w:rPr>
          <w:b/>
          <w:color w:val="FF5200" w:themeColor="accent2"/>
          <w:sz w:val="36"/>
          <w:szCs w:val="36"/>
        </w:rPr>
        <w:t xml:space="preserve">pod </w:t>
      </w:r>
      <w:r w:rsidR="000128D4" w:rsidRP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AF6026" w:rsidRP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 </w:t>
      </w:r>
      <w:r w:rsidR="000128D4" w:rsidRP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A463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84055</w:t>
      </w:r>
      <w:r w:rsid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F31478E" w14:textId="746F6F5D" w:rsidR="0042166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4433506" w:history="1">
            <w:r w:rsidR="0042166A" w:rsidRPr="00B82909">
              <w:rPr>
                <w:rStyle w:val="Hypertextovodkaz"/>
                <w:noProof/>
              </w:rPr>
              <w:t>Kapitola 1.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Základní údaje k nabídce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_Toc174433506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2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4092D725" w14:textId="7D5EFF5D" w:rsidR="0042166A" w:rsidRDefault="004216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07" w:history="1">
            <w:r w:rsidRPr="00B8290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290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_Toc174433507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487FF" w14:textId="45A55F9A" w:rsidR="0042166A" w:rsidRDefault="004216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08" w:history="1">
            <w:r w:rsidRPr="00B8290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290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_Toc174433508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2E82" w14:textId="2A18F8E6" w:rsidR="0042166A" w:rsidRDefault="004216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09" w:history="1">
            <w:r w:rsidRPr="00B8290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290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_Toc174433509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F0825" w14:textId="63C13FFA" w:rsidR="0042166A" w:rsidRDefault="004216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10" w:history="1">
            <w:r w:rsidRPr="00B8290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290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_Toc174433510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841E5" w14:textId="3F410597" w:rsidR="0042166A" w:rsidRDefault="0042166A" w:rsidP="0042166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11" w:history="1">
            <w:r w:rsidRPr="00B8290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2909">
              <w:rPr>
                <w:rStyle w:val="Hypertextovodkaz"/>
                <w:noProof/>
              </w:rPr>
              <w:t>Čestné</w:t>
            </w:r>
            <w:r w:rsidRPr="00B8290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_Toc174433511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A4A87D" w14:textId="6AF1406F" w:rsidR="0042166A" w:rsidRDefault="0042166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12" w:history="1">
            <w:r w:rsidRPr="00B82909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2909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_Toc174433512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FE0830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443350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6B61D67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A51696">
        <w:t xml:space="preserve">jako </w:t>
      </w:r>
      <w:r w:rsidR="000128D4" w:rsidRPr="00A51696">
        <w:rPr>
          <w:rFonts w:eastAsia="Times New Roman" w:cs="Times New Roman"/>
          <w:lang w:eastAsia="cs-CZ"/>
        </w:rPr>
        <w:t>veřejnou zakázku malého rozsahu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463B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463B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4433507"/>
      <w:r>
        <w:lastRenderedPageBreak/>
        <w:t>Ceník</w:t>
      </w:r>
      <w:bookmarkEnd w:id="1"/>
    </w:p>
    <w:p w14:paraId="3E5E9B0F" w14:textId="5F5A4147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A51696">
        <w:rPr>
          <w:rStyle w:val="Siln"/>
          <w:b w:val="0"/>
          <w:bCs w:val="0"/>
        </w:rPr>
        <w:t xml:space="preserve">. </w:t>
      </w:r>
      <w:r w:rsidR="001E0266" w:rsidRPr="00A51696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 w:rsidR="00A51696">
        <w:rPr>
          <w:rStyle w:val="Siln"/>
          <w:b w:val="0"/>
          <w:bCs w:val="0"/>
        </w:rPr>
        <w:t xml:space="preserve">Výzvy k podání nabídky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7056A2" w:rsidRPr="002E7C77">
        <w:rPr>
          <w:rStyle w:val="Siln"/>
          <w:b w:val="0"/>
          <w:bCs w:val="0"/>
          <w:i/>
          <w:iCs/>
        </w:rPr>
        <w:t>4</w:t>
      </w:r>
      <w:r w:rsidRPr="002E7C77">
        <w:rPr>
          <w:rStyle w:val="Siln"/>
          <w:b w:val="0"/>
          <w:bCs w:val="0"/>
          <w:i/>
          <w:iCs/>
        </w:rPr>
        <w:t xml:space="preserve"> Závazného vzoru smlouvy</w:t>
      </w:r>
      <w:r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443350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DF9DC4F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9975B1">
        <w:t xml:space="preserve"> </w:t>
      </w:r>
      <w:r w:rsidR="00AA743C">
        <w:t>(v</w:t>
      </w:r>
      <w:r w:rsidR="009975B1">
        <w:t>ýše uvedené podmínky splňuje jak Účastník</w:t>
      </w:r>
      <w:r w:rsidR="00AA743C">
        <w:t>,</w:t>
      </w:r>
      <w:r w:rsidR="009975B1">
        <w:t xml:space="preserve"> coby právnická osoba, tak každý člen jeho statutárního orgánu</w:t>
      </w:r>
      <w:r w:rsidR="00AA743C">
        <w:t>)</w:t>
      </w:r>
      <w:r>
        <w:t xml:space="preserve">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40BBAC39" w:rsidR="0031280B" w:rsidRDefault="0031280B" w:rsidP="00471B29">
      <w:pPr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443350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443351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443351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4433512"/>
      <w:r w:rsidRPr="00E85D44">
        <w:t>Čestné prohlášení o splnění technické kvalifikace</w:t>
      </w:r>
      <w:bookmarkEnd w:id="6"/>
    </w:p>
    <w:p w14:paraId="71002640" w14:textId="438D3AB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390921">
        <w:rPr>
          <w:lang w:eastAsia="cs-CZ"/>
        </w:rPr>
        <w:t xml:space="preserve">alespoň </w:t>
      </w:r>
      <w:r w:rsidR="008A7AEA">
        <w:rPr>
          <w:lang w:eastAsia="cs-CZ"/>
        </w:rPr>
        <w:t>(1.) 2</w:t>
      </w:r>
      <w:r w:rsidR="00E85D44" w:rsidRPr="00390921">
        <w:rPr>
          <w:lang w:eastAsia="cs-CZ"/>
        </w:rPr>
        <w:t xml:space="preserve"> významn</w:t>
      </w:r>
      <w:r w:rsidR="00390921" w:rsidRPr="00390921">
        <w:rPr>
          <w:lang w:eastAsia="cs-CZ"/>
        </w:rPr>
        <w:t>é</w:t>
      </w:r>
      <w:r w:rsidR="00E85D44" w:rsidRPr="00390921">
        <w:rPr>
          <w:lang w:eastAsia="cs-CZ"/>
        </w:rPr>
        <w:t xml:space="preserve"> dodáv</w:t>
      </w:r>
      <w:r w:rsidR="00390921" w:rsidRPr="00390921">
        <w:rPr>
          <w:lang w:eastAsia="cs-CZ"/>
        </w:rPr>
        <w:t>ky</w:t>
      </w:r>
      <w:r w:rsidR="008A7AEA">
        <w:rPr>
          <w:lang w:eastAsia="cs-CZ"/>
        </w:rPr>
        <w:t xml:space="preserve"> a (2.) 2 významné stavební práce</w:t>
      </w:r>
      <w:r w:rsidR="00E85D44">
        <w:rPr>
          <w:lang w:eastAsia="cs-CZ"/>
        </w:rPr>
        <w:t xml:space="preserve"> definovan</w:t>
      </w:r>
      <w:r w:rsidR="00390921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0B3B79">
        <w:rPr>
          <w:lang w:eastAsia="cs-CZ"/>
        </w:rPr>
        <w:t>10</w:t>
      </w:r>
      <w:r w:rsidR="00390921">
        <w:rPr>
          <w:lang w:eastAsia="cs-CZ"/>
        </w:rPr>
        <w:t>.5.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</w:t>
      </w:r>
      <w:r w:rsidR="00E85D44" w:rsidRPr="00390921">
        <w:rPr>
          <w:lang w:eastAsia="cs-CZ"/>
        </w:rPr>
        <w:t>nabídky v</w:t>
      </w:r>
      <w:r w:rsidR="00390921" w:rsidRPr="00390921">
        <w:rPr>
          <w:lang w:eastAsia="cs-CZ"/>
        </w:rPr>
        <w:t> hodnot</w:t>
      </w:r>
      <w:r w:rsidR="00390921">
        <w:rPr>
          <w:lang w:eastAsia="cs-CZ"/>
        </w:rPr>
        <w:t xml:space="preserve">ě alespoň </w:t>
      </w:r>
      <w:r w:rsidR="008A7AEA">
        <w:rPr>
          <w:lang w:eastAsia="cs-CZ"/>
        </w:rPr>
        <w:t>2</w:t>
      </w:r>
      <w:r w:rsidR="00390921">
        <w:rPr>
          <w:lang w:eastAsia="cs-CZ"/>
        </w:rPr>
        <w:t>00 000,- Kč bez DPH za každou takovou dodávku</w:t>
      </w:r>
      <w:r w:rsidR="008A7AEA">
        <w:rPr>
          <w:lang w:eastAsia="cs-CZ"/>
        </w:rPr>
        <w:t xml:space="preserve"> a za každou takovou stavební práci</w:t>
      </w:r>
      <w:r w:rsidR="00E85D44">
        <w:rPr>
          <w:lang w:eastAsia="cs-CZ"/>
        </w:rPr>
        <w:t>.</w:t>
      </w:r>
      <w:r w:rsidR="008A7AEA">
        <w:rPr>
          <w:lang w:eastAsia="cs-CZ"/>
        </w:rPr>
        <w:t xml:space="preserve"> Účastník</w:t>
      </w:r>
      <w:r w:rsidR="008A7AEA" w:rsidRPr="008A7AEA">
        <w:rPr>
          <w:lang w:eastAsia="cs-CZ"/>
        </w:rPr>
        <w:t xml:space="preserve"> je oprávněn prokázat splnění požadavků uvedených v bodech (1.) a (2.) stejnou zakázkou/stejnými zakázkami.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C1308A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13EC329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FD1B7F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8A7A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F79FA70" w14:textId="77777777" w:rsidR="008A7AEA" w:rsidRDefault="008A7AEA" w:rsidP="00390921">
      <w:pPr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A7AEA" w14:paraId="1D51E59D" w14:textId="77777777" w:rsidTr="006F0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35898E9A" w14:textId="4F60EE3F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</w:t>
            </w:r>
            <w:r>
              <w:rPr>
                <w:rStyle w:val="Siln"/>
              </w:rPr>
              <w:t>tavební práce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93083C8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553C87B1" w14:textId="483C10C8" w:rsidR="008A7AEA" w:rsidRPr="00471B29" w:rsidRDefault="008A7AEA" w:rsidP="006F08A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s</w:t>
            </w:r>
            <w:r>
              <w:rPr>
                <w:rStyle w:val="Siln"/>
              </w:rPr>
              <w:t>tavební práce</w:t>
            </w:r>
            <w:r w:rsidRPr="00471B29">
              <w:rPr>
                <w:rStyle w:val="Siln"/>
              </w:rPr>
              <w:t xml:space="preserve"> </w:t>
            </w:r>
          </w:p>
          <w:p w14:paraId="0E2E6AD8" w14:textId="77777777" w:rsidR="008A7AEA" w:rsidRDefault="008A7AEA" w:rsidP="006F08A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25C59645" w14:textId="403E516D" w:rsidR="008A7AEA" w:rsidRPr="00471B29" w:rsidRDefault="008A7AEA" w:rsidP="006F08A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</w:t>
            </w:r>
            <w:r>
              <w:rPr>
                <w:rStyle w:val="Siln"/>
              </w:rPr>
              <w:t>tavební práce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8229894" w14:textId="77777777" w:rsidR="008A7AEA" w:rsidRPr="00471B29" w:rsidRDefault="008A7AEA" w:rsidP="006F08AD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244327E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A7AEA" w14:paraId="1482D35B" w14:textId="77777777" w:rsidTr="006F08A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89B4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BE25" w14:textId="77777777" w:rsidR="008A7AEA" w:rsidRDefault="008A7AEA" w:rsidP="006F08A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905FAC" w14:textId="77777777" w:rsidR="008A7AEA" w:rsidRDefault="008A7AEA" w:rsidP="006F08A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EEE0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A7AEA" w14:paraId="14D08074" w14:textId="77777777" w:rsidTr="008A7A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9F3100A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BB427F" w14:textId="77777777" w:rsidR="008A7AEA" w:rsidRDefault="008A7AEA" w:rsidP="006F08A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F2ED83" w14:textId="77777777" w:rsidR="008A7AEA" w:rsidRDefault="008A7AEA" w:rsidP="006F08A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8E794F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A27CB1" w14:textId="08EC620B" w:rsidR="000128D4" w:rsidRDefault="000128D4" w:rsidP="00390921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F98A603" w14:textId="77777777" w:rsidR="00390921" w:rsidRDefault="00390921" w:rsidP="00A134A1">
      <w:pPr>
        <w:spacing w:before="1200"/>
        <w:rPr>
          <w:lang w:eastAsia="cs-CZ"/>
        </w:rPr>
      </w:pPr>
    </w:p>
    <w:p w14:paraId="0B34B067" w14:textId="435644C2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61BE8" w14:textId="77777777" w:rsidR="00B3133B" w:rsidRDefault="00B3133B" w:rsidP="00962258">
      <w:pPr>
        <w:spacing w:after="0" w:line="240" w:lineRule="auto"/>
      </w:pPr>
      <w:r>
        <w:separator/>
      </w:r>
    </w:p>
  </w:endnote>
  <w:endnote w:type="continuationSeparator" w:id="0">
    <w:p w14:paraId="337B3222" w14:textId="77777777" w:rsidR="00B3133B" w:rsidRDefault="00B313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031D9" w14:textId="77777777" w:rsidR="00B3133B" w:rsidRDefault="00B3133B" w:rsidP="00962258">
      <w:pPr>
        <w:spacing w:after="0" w:line="240" w:lineRule="auto"/>
      </w:pPr>
      <w:r>
        <w:separator/>
      </w:r>
    </w:p>
  </w:footnote>
  <w:footnote w:type="continuationSeparator" w:id="0">
    <w:p w14:paraId="36E23C85" w14:textId="77777777" w:rsidR="00B3133B" w:rsidRDefault="00B3133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2E10"/>
    <w:rsid w:val="000128D4"/>
    <w:rsid w:val="00027E09"/>
    <w:rsid w:val="00027E55"/>
    <w:rsid w:val="00045E47"/>
    <w:rsid w:val="00053336"/>
    <w:rsid w:val="000717AE"/>
    <w:rsid w:val="00072C1E"/>
    <w:rsid w:val="00077060"/>
    <w:rsid w:val="00086B78"/>
    <w:rsid w:val="00097793"/>
    <w:rsid w:val="000A412D"/>
    <w:rsid w:val="000B3B79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35A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E7C7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0921"/>
    <w:rsid w:val="003956C6"/>
    <w:rsid w:val="003B596F"/>
    <w:rsid w:val="003E2FB9"/>
    <w:rsid w:val="004000AA"/>
    <w:rsid w:val="00412E19"/>
    <w:rsid w:val="0042166A"/>
    <w:rsid w:val="00427650"/>
    <w:rsid w:val="00441430"/>
    <w:rsid w:val="00450F07"/>
    <w:rsid w:val="00453CD3"/>
    <w:rsid w:val="00460660"/>
    <w:rsid w:val="00471B29"/>
    <w:rsid w:val="00486107"/>
    <w:rsid w:val="00487AC9"/>
    <w:rsid w:val="00491797"/>
    <w:rsid w:val="00491827"/>
    <w:rsid w:val="004B348C"/>
    <w:rsid w:val="004C1982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2381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E0B79"/>
    <w:rsid w:val="005F1404"/>
    <w:rsid w:val="00607EAC"/>
    <w:rsid w:val="0061068E"/>
    <w:rsid w:val="00613242"/>
    <w:rsid w:val="0062448C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0BF1"/>
    <w:rsid w:val="006E314D"/>
    <w:rsid w:val="006E5C6C"/>
    <w:rsid w:val="006E73DC"/>
    <w:rsid w:val="006F6395"/>
    <w:rsid w:val="00700123"/>
    <w:rsid w:val="007056A2"/>
    <w:rsid w:val="00710723"/>
    <w:rsid w:val="007116AD"/>
    <w:rsid w:val="00715BD8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7F6F15"/>
    <w:rsid w:val="00807DD0"/>
    <w:rsid w:val="0084684F"/>
    <w:rsid w:val="00861306"/>
    <w:rsid w:val="008659F3"/>
    <w:rsid w:val="00882189"/>
    <w:rsid w:val="00886D4B"/>
    <w:rsid w:val="00895406"/>
    <w:rsid w:val="008A3568"/>
    <w:rsid w:val="008A7AEA"/>
    <w:rsid w:val="008B1A2C"/>
    <w:rsid w:val="008D03B9"/>
    <w:rsid w:val="008D453C"/>
    <w:rsid w:val="008F18D6"/>
    <w:rsid w:val="008F2D67"/>
    <w:rsid w:val="008F6F10"/>
    <w:rsid w:val="00900128"/>
    <w:rsid w:val="00903FB3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975B1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63B7"/>
    <w:rsid w:val="00A51696"/>
    <w:rsid w:val="00A6177B"/>
    <w:rsid w:val="00A63D48"/>
    <w:rsid w:val="00A66136"/>
    <w:rsid w:val="00A92E7F"/>
    <w:rsid w:val="00A93A74"/>
    <w:rsid w:val="00AA4CBB"/>
    <w:rsid w:val="00AA65FA"/>
    <w:rsid w:val="00AA7351"/>
    <w:rsid w:val="00AA743C"/>
    <w:rsid w:val="00AB1918"/>
    <w:rsid w:val="00AC1810"/>
    <w:rsid w:val="00AD056F"/>
    <w:rsid w:val="00AD2F9C"/>
    <w:rsid w:val="00AD6731"/>
    <w:rsid w:val="00AF0ACA"/>
    <w:rsid w:val="00AF6026"/>
    <w:rsid w:val="00B15D0D"/>
    <w:rsid w:val="00B22852"/>
    <w:rsid w:val="00B3133B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3E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7DCD"/>
    <w:rsid w:val="00CD1FC4"/>
    <w:rsid w:val="00CF53B5"/>
    <w:rsid w:val="00D076A6"/>
    <w:rsid w:val="00D21061"/>
    <w:rsid w:val="00D247B3"/>
    <w:rsid w:val="00D4108E"/>
    <w:rsid w:val="00D4581A"/>
    <w:rsid w:val="00D6163D"/>
    <w:rsid w:val="00D73D46"/>
    <w:rsid w:val="00D8075C"/>
    <w:rsid w:val="00D831A3"/>
    <w:rsid w:val="00D977A9"/>
    <w:rsid w:val="00DC75F3"/>
    <w:rsid w:val="00DD26A2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7058"/>
    <w:rsid w:val="00E85D44"/>
    <w:rsid w:val="00EA68D7"/>
    <w:rsid w:val="00EB104F"/>
    <w:rsid w:val="00ED14BD"/>
    <w:rsid w:val="00EE4DD0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277</TotalTime>
  <Pages>9</Pages>
  <Words>1318</Words>
  <Characters>7781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48</cp:revision>
  <cp:lastPrinted>2023-10-05T09:40:00Z</cp:lastPrinted>
  <dcterms:created xsi:type="dcterms:W3CDTF">2023-08-21T11:49:00Z</dcterms:created>
  <dcterms:modified xsi:type="dcterms:W3CDTF">2024-11-08T15:23:00Z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